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512" w:rsidRPr="0094717A" w:rsidRDefault="00257512" w:rsidP="00643647">
      <w:pPr>
        <w:spacing w:after="0"/>
        <w:jc w:val="center"/>
        <w:rPr>
          <w:rFonts w:ascii="Times New Roman" w:hAnsi="Times New Roman"/>
          <w:b/>
          <w:color w:val="262626"/>
          <w:sz w:val="2"/>
          <w:szCs w:val="2"/>
        </w:rPr>
      </w:pPr>
    </w:p>
    <w:p w:rsidR="00257512" w:rsidRPr="00282E36" w:rsidRDefault="00257512" w:rsidP="00643647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282E36">
        <w:rPr>
          <w:rFonts w:ascii="Times New Roman" w:hAnsi="Times New Roman"/>
          <w:b/>
          <w:sz w:val="26"/>
          <w:szCs w:val="26"/>
        </w:rPr>
        <w:t xml:space="preserve">СОВЕТ ДЕПУТАТОВ </w:t>
      </w:r>
    </w:p>
    <w:p w:rsidR="00257512" w:rsidRPr="00282E36" w:rsidRDefault="00257512" w:rsidP="00643647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282E36">
        <w:rPr>
          <w:rFonts w:ascii="Times New Roman" w:hAnsi="Times New Roman"/>
          <w:b/>
          <w:sz w:val="26"/>
          <w:szCs w:val="26"/>
        </w:rPr>
        <w:t xml:space="preserve"> СЕЛЬСКОГО ПОСЕЛЕНИЯ ЛЕУШИ</w:t>
      </w:r>
    </w:p>
    <w:p w:rsidR="00257512" w:rsidRPr="00282E36" w:rsidRDefault="00257512" w:rsidP="00643647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282E36">
        <w:rPr>
          <w:rFonts w:ascii="Times New Roman" w:hAnsi="Times New Roman"/>
          <w:b/>
          <w:sz w:val="26"/>
          <w:szCs w:val="26"/>
        </w:rPr>
        <w:t>Кондинского района</w:t>
      </w:r>
    </w:p>
    <w:p w:rsidR="00257512" w:rsidRPr="00282E36" w:rsidRDefault="00257512" w:rsidP="00660B65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282E36">
        <w:rPr>
          <w:rFonts w:ascii="Times New Roman" w:hAnsi="Times New Roman"/>
          <w:b/>
          <w:sz w:val="26"/>
          <w:szCs w:val="26"/>
        </w:rPr>
        <w:t>Ханты-Мансийского автономного округа-Югры</w:t>
      </w:r>
    </w:p>
    <w:p w:rsidR="00257512" w:rsidRPr="00282E36" w:rsidRDefault="00257512" w:rsidP="0085663C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257512" w:rsidRPr="00282E36" w:rsidRDefault="00257512" w:rsidP="0085663C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282E36">
        <w:rPr>
          <w:rFonts w:ascii="Times New Roman" w:hAnsi="Times New Roman"/>
          <w:b/>
          <w:sz w:val="26"/>
          <w:szCs w:val="26"/>
        </w:rPr>
        <w:t>РЕШЕНИЕ</w:t>
      </w:r>
    </w:p>
    <w:p w:rsidR="00257512" w:rsidRPr="00282E36" w:rsidRDefault="00257512" w:rsidP="0085663C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257512" w:rsidRPr="00282E36" w:rsidRDefault="00257512" w:rsidP="00282E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82E36">
        <w:rPr>
          <w:rFonts w:ascii="Times New Roman" w:hAnsi="Times New Roman"/>
          <w:b/>
          <w:sz w:val="24"/>
          <w:szCs w:val="24"/>
        </w:rPr>
        <w:t xml:space="preserve">Об утверждении программы комплексного развития систем коммунальной            инфраструктуры </w:t>
      </w:r>
      <w:r>
        <w:rPr>
          <w:rFonts w:ascii="Times New Roman" w:hAnsi="Times New Roman"/>
          <w:b/>
          <w:sz w:val="24"/>
          <w:szCs w:val="24"/>
        </w:rPr>
        <w:t>сельского</w:t>
      </w:r>
      <w:r w:rsidRPr="00282E36">
        <w:rPr>
          <w:rFonts w:ascii="Times New Roman" w:hAnsi="Times New Roman"/>
          <w:b/>
          <w:sz w:val="24"/>
          <w:szCs w:val="24"/>
        </w:rPr>
        <w:t xml:space="preserve"> поселения </w:t>
      </w:r>
      <w:r>
        <w:rPr>
          <w:rFonts w:ascii="Times New Roman" w:hAnsi="Times New Roman"/>
          <w:b/>
          <w:sz w:val="24"/>
          <w:szCs w:val="24"/>
        </w:rPr>
        <w:t>Леуши</w:t>
      </w:r>
      <w:r w:rsidRPr="00282E36">
        <w:rPr>
          <w:rFonts w:ascii="Times New Roman" w:hAnsi="Times New Roman"/>
          <w:b/>
          <w:sz w:val="24"/>
          <w:szCs w:val="24"/>
        </w:rPr>
        <w:t xml:space="preserve"> на 2017-2026 гг.</w:t>
      </w:r>
    </w:p>
    <w:p w:rsidR="00257512" w:rsidRPr="00282E36" w:rsidRDefault="00257512" w:rsidP="00282E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57512" w:rsidRPr="00282E36" w:rsidRDefault="00257512" w:rsidP="00282E36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82E36">
        <w:rPr>
          <w:rFonts w:ascii="Times New Roman" w:hAnsi="Times New Roman"/>
          <w:sz w:val="24"/>
          <w:szCs w:val="24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26.03.2003 № 35-ФЗ «Об электроэнергетике», Федеральным законом от 27.07.2010 № 190-ФЗ «О теплоснабжении», Федеральным законом от 31.03.1999 № 69-ФЗ «О газоснабжении в Российской Федерации», Федеральным законом от 07.12.2011 № 416-ФЗ «О водоснабжении и водоотведении», Федеральным законом от 24.06.1998 № 89-ФЗ «Об отходах производства и потребления», Федеральным законом от 23.11.2009 № 261-ФЗ «Об энергосбережении и повышении энергетической эффективности и о внесении изменений в отдельные законодательные акты Российской Федерации», Постановления Правительства РФ от 14.06.2013 № 502 «Об утверждении требований к программам комплексного развития систем коммунальной инфраструктуры поселений, городских округов» Совет депутатов сельского поселения Леуши решил:</w:t>
      </w:r>
    </w:p>
    <w:p w:rsidR="00257512" w:rsidRPr="00282E36" w:rsidRDefault="00257512" w:rsidP="00282E36">
      <w:pPr>
        <w:pStyle w:val="ListParagraph"/>
        <w:numPr>
          <w:ilvl w:val="0"/>
          <w:numId w:val="18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82E36">
        <w:rPr>
          <w:rFonts w:ascii="Times New Roman" w:hAnsi="Times New Roman"/>
          <w:sz w:val="24"/>
          <w:szCs w:val="24"/>
        </w:rPr>
        <w:t>Утвердить программу комплексного развития систем коммунальной инфраструктуры сельского поселения Леуши на 2017-2026 гг. (</w:t>
      </w:r>
      <w:r>
        <w:rPr>
          <w:rFonts w:ascii="Times New Roman" w:hAnsi="Times New Roman"/>
          <w:sz w:val="24"/>
          <w:szCs w:val="24"/>
        </w:rPr>
        <w:t>п</w:t>
      </w:r>
      <w:r w:rsidRPr="00282E36">
        <w:rPr>
          <w:rFonts w:ascii="Times New Roman" w:hAnsi="Times New Roman"/>
          <w:sz w:val="24"/>
          <w:szCs w:val="24"/>
        </w:rPr>
        <w:t>риложение).</w:t>
      </w:r>
    </w:p>
    <w:p w:rsidR="00257512" w:rsidRPr="00282E36" w:rsidRDefault="00257512" w:rsidP="00282E36">
      <w:pPr>
        <w:pStyle w:val="ListParagraph"/>
        <w:numPr>
          <w:ilvl w:val="0"/>
          <w:numId w:val="18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82E36">
        <w:rPr>
          <w:rFonts w:ascii="Times New Roman" w:hAnsi="Times New Roman"/>
          <w:sz w:val="24"/>
          <w:szCs w:val="24"/>
        </w:rPr>
        <w:t>Рекомендовать управлению архитектуры и градостроительства</w:t>
      </w:r>
      <w:r>
        <w:rPr>
          <w:rFonts w:ascii="Times New Roman" w:hAnsi="Times New Roman"/>
          <w:sz w:val="24"/>
          <w:szCs w:val="24"/>
        </w:rPr>
        <w:t xml:space="preserve"> администрации Кондинского района </w:t>
      </w:r>
      <w:r w:rsidRPr="00282E36">
        <w:rPr>
          <w:rFonts w:ascii="Times New Roman" w:hAnsi="Times New Roman"/>
          <w:sz w:val="24"/>
          <w:szCs w:val="24"/>
        </w:rPr>
        <w:t>(Н.А. Гаранину) разместить программу комплексного развития систем коммунальной инфраструктуры сельского поселения Леуши на 2017-2026гг. в федеральной информационной системе территориального планирования в течение пяти рабочих дней со дня её утверждения.</w:t>
      </w:r>
    </w:p>
    <w:p w:rsidR="00257512" w:rsidRPr="00282E36" w:rsidRDefault="00257512" w:rsidP="00282E36">
      <w:pPr>
        <w:pStyle w:val="ListParagraph"/>
        <w:numPr>
          <w:ilvl w:val="0"/>
          <w:numId w:val="18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82E36">
        <w:rPr>
          <w:rFonts w:ascii="Times New Roman" w:hAnsi="Times New Roman"/>
          <w:sz w:val="24"/>
          <w:szCs w:val="24"/>
        </w:rPr>
        <w:t>Настоящее решение обнародовать в соответствии с решением Совета депутатов сельского поселения Леуши от 29.06.2009 № 35 «Об утверждении положения об обнародовании нормативных правовых актов муниципального образования сельское поселение Леуши» и разместить на официальном сайте органов местного самоуправления Кондинского района в сети «Интернет».</w:t>
      </w:r>
    </w:p>
    <w:p w:rsidR="00257512" w:rsidRPr="00282E36" w:rsidRDefault="00257512" w:rsidP="00282E36">
      <w:pPr>
        <w:pStyle w:val="ListParagraph"/>
        <w:numPr>
          <w:ilvl w:val="0"/>
          <w:numId w:val="18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82E36">
        <w:rPr>
          <w:rFonts w:ascii="Times New Roman" w:hAnsi="Times New Roman"/>
          <w:sz w:val="24"/>
          <w:szCs w:val="24"/>
        </w:rPr>
        <w:t>Настоящее решение вступает в силу после его обнародования.</w:t>
      </w:r>
    </w:p>
    <w:p w:rsidR="00257512" w:rsidRPr="00282E36" w:rsidRDefault="00257512" w:rsidP="00282E36">
      <w:pPr>
        <w:pStyle w:val="ListParagraph"/>
        <w:numPr>
          <w:ilvl w:val="0"/>
          <w:numId w:val="18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82E36">
        <w:rPr>
          <w:rFonts w:ascii="Times New Roman" w:hAnsi="Times New Roman"/>
          <w:sz w:val="24"/>
          <w:szCs w:val="24"/>
        </w:rPr>
        <w:t xml:space="preserve">Контроль за исполнением настоящего решения возложить на </w:t>
      </w:r>
      <w:r w:rsidRPr="00282E36">
        <w:rPr>
          <w:rFonts w:ascii="Times New Roman" w:hAnsi="Times New Roman"/>
          <w:color w:val="000000"/>
          <w:spacing w:val="-2"/>
          <w:sz w:val="24"/>
          <w:szCs w:val="24"/>
        </w:rPr>
        <w:t xml:space="preserve">постоянную комиссию по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вопросам планирования, бюджету, финансам, учету и муниципальной собственности</w:t>
      </w:r>
      <w:bookmarkStart w:id="0" w:name="_GoBack"/>
      <w:bookmarkEnd w:id="0"/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(В.Д. Хазов) и </w:t>
      </w:r>
      <w:r>
        <w:rPr>
          <w:rFonts w:ascii="Times New Roman" w:hAnsi="Times New Roman"/>
          <w:sz w:val="24"/>
          <w:szCs w:val="24"/>
        </w:rPr>
        <w:t>заместителя</w:t>
      </w:r>
      <w:r w:rsidRPr="00282E36">
        <w:rPr>
          <w:rFonts w:ascii="Times New Roman" w:hAnsi="Times New Roman"/>
          <w:sz w:val="24"/>
          <w:szCs w:val="24"/>
        </w:rPr>
        <w:t xml:space="preserve"> главы</w:t>
      </w:r>
      <w:r>
        <w:rPr>
          <w:rFonts w:ascii="Times New Roman" w:hAnsi="Times New Roman"/>
          <w:sz w:val="24"/>
          <w:szCs w:val="24"/>
        </w:rPr>
        <w:t xml:space="preserve"> сельского поселения Леуши, курирующего вопросы жилищно-коммунального хозяйства</w:t>
      </w:r>
      <w:r w:rsidRPr="00282E36">
        <w:rPr>
          <w:rFonts w:ascii="Times New Roman" w:hAnsi="Times New Roman"/>
          <w:sz w:val="24"/>
          <w:szCs w:val="24"/>
        </w:rPr>
        <w:t>.</w:t>
      </w:r>
    </w:p>
    <w:p w:rsidR="00257512" w:rsidRDefault="00257512" w:rsidP="00F825A7">
      <w:pPr>
        <w:pStyle w:val="ListParagraph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257512" w:rsidRPr="00282E36" w:rsidRDefault="00257512" w:rsidP="00F825A7">
      <w:pPr>
        <w:pStyle w:val="ListParagraph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257512" w:rsidRPr="00282E36" w:rsidRDefault="00257512" w:rsidP="00282E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2E36">
        <w:rPr>
          <w:rFonts w:ascii="Times New Roman" w:hAnsi="Times New Roman"/>
          <w:sz w:val="24"/>
          <w:szCs w:val="24"/>
        </w:rPr>
        <w:t xml:space="preserve">Председатель Совета депутатов    </w:t>
      </w:r>
      <w:r w:rsidRPr="00282E36">
        <w:rPr>
          <w:rFonts w:ascii="Times New Roman" w:hAnsi="Times New Roman"/>
          <w:sz w:val="24"/>
          <w:szCs w:val="24"/>
        </w:rPr>
        <w:tab/>
      </w:r>
      <w:r w:rsidRPr="00282E36">
        <w:rPr>
          <w:rFonts w:ascii="Times New Roman" w:hAnsi="Times New Roman"/>
          <w:sz w:val="24"/>
          <w:szCs w:val="24"/>
        </w:rPr>
        <w:tab/>
      </w:r>
      <w:r w:rsidRPr="00282E36">
        <w:rPr>
          <w:rFonts w:ascii="Times New Roman" w:hAnsi="Times New Roman"/>
          <w:sz w:val="24"/>
          <w:szCs w:val="24"/>
        </w:rPr>
        <w:tab/>
      </w:r>
      <w:r w:rsidRPr="00282E36">
        <w:rPr>
          <w:rFonts w:ascii="Times New Roman" w:hAnsi="Times New Roman"/>
          <w:sz w:val="24"/>
          <w:szCs w:val="24"/>
        </w:rPr>
        <w:tab/>
      </w:r>
      <w:r w:rsidRPr="00282E36">
        <w:rPr>
          <w:rFonts w:ascii="Times New Roman" w:hAnsi="Times New Roman"/>
          <w:sz w:val="24"/>
          <w:szCs w:val="24"/>
        </w:rPr>
        <w:tab/>
        <w:t>И.Г. Зуев</w:t>
      </w:r>
    </w:p>
    <w:p w:rsidR="00257512" w:rsidRDefault="00257512" w:rsidP="00282E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7512" w:rsidRPr="00282E36" w:rsidRDefault="00257512" w:rsidP="00282E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7512" w:rsidRPr="00282E36" w:rsidRDefault="00257512" w:rsidP="00282E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2E36">
        <w:rPr>
          <w:rFonts w:ascii="Times New Roman" w:hAnsi="Times New Roman"/>
          <w:sz w:val="24"/>
          <w:szCs w:val="24"/>
        </w:rPr>
        <w:t>Исполняющий обязанности</w:t>
      </w:r>
    </w:p>
    <w:p w:rsidR="00257512" w:rsidRPr="00282E36" w:rsidRDefault="00257512" w:rsidP="00282E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2E36">
        <w:rPr>
          <w:rFonts w:ascii="Times New Roman" w:hAnsi="Times New Roman"/>
          <w:sz w:val="24"/>
          <w:szCs w:val="24"/>
        </w:rPr>
        <w:t xml:space="preserve">главы сельского поселения Леуши </w:t>
      </w:r>
      <w:r w:rsidRPr="00282E36">
        <w:rPr>
          <w:rFonts w:ascii="Times New Roman" w:hAnsi="Times New Roman"/>
          <w:sz w:val="24"/>
          <w:szCs w:val="24"/>
        </w:rPr>
        <w:tab/>
      </w:r>
      <w:r w:rsidRPr="00282E36">
        <w:rPr>
          <w:rFonts w:ascii="Times New Roman" w:hAnsi="Times New Roman"/>
          <w:sz w:val="24"/>
          <w:szCs w:val="24"/>
        </w:rPr>
        <w:tab/>
      </w:r>
      <w:r w:rsidRPr="00282E36">
        <w:rPr>
          <w:rFonts w:ascii="Times New Roman" w:hAnsi="Times New Roman"/>
          <w:sz w:val="24"/>
          <w:szCs w:val="24"/>
        </w:rPr>
        <w:tab/>
      </w:r>
      <w:r w:rsidRPr="00282E36">
        <w:rPr>
          <w:rFonts w:ascii="Times New Roman" w:hAnsi="Times New Roman"/>
          <w:sz w:val="24"/>
          <w:szCs w:val="24"/>
        </w:rPr>
        <w:tab/>
      </w:r>
      <w:r w:rsidRPr="00282E36">
        <w:rPr>
          <w:rFonts w:ascii="Times New Roman" w:hAnsi="Times New Roman"/>
          <w:sz w:val="24"/>
          <w:szCs w:val="24"/>
        </w:rPr>
        <w:tab/>
        <w:t>П.Н. Злыгостев</w:t>
      </w:r>
    </w:p>
    <w:p w:rsidR="00257512" w:rsidRPr="00282E36" w:rsidRDefault="00257512" w:rsidP="00282E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7512" w:rsidRPr="00282E36" w:rsidRDefault="00257512" w:rsidP="00282E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2E36">
        <w:rPr>
          <w:rFonts w:ascii="Times New Roman" w:hAnsi="Times New Roman"/>
          <w:sz w:val="24"/>
          <w:szCs w:val="24"/>
        </w:rPr>
        <w:t>с. Леуши</w:t>
      </w:r>
    </w:p>
    <w:p w:rsidR="00257512" w:rsidRPr="00282E36" w:rsidRDefault="00257512" w:rsidP="00282E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2E36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03</w:t>
      </w:r>
      <w:r w:rsidRPr="00282E36">
        <w:rPr>
          <w:rFonts w:ascii="Times New Roman" w:hAnsi="Times New Roman"/>
          <w:sz w:val="24"/>
          <w:szCs w:val="24"/>
        </w:rPr>
        <w:t>» ию</w:t>
      </w:r>
      <w:r>
        <w:rPr>
          <w:rFonts w:ascii="Times New Roman" w:hAnsi="Times New Roman"/>
          <w:sz w:val="24"/>
          <w:szCs w:val="24"/>
        </w:rPr>
        <w:t>л</w:t>
      </w:r>
      <w:r w:rsidRPr="00282E36">
        <w:rPr>
          <w:rFonts w:ascii="Times New Roman" w:hAnsi="Times New Roman"/>
          <w:sz w:val="24"/>
          <w:szCs w:val="24"/>
        </w:rPr>
        <w:t>я 2017 года</w:t>
      </w:r>
    </w:p>
    <w:p w:rsidR="00257512" w:rsidRPr="00282E36" w:rsidRDefault="00257512" w:rsidP="00282E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2E36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</w:rPr>
        <w:t>46</w:t>
      </w:r>
    </w:p>
    <w:sectPr w:rsidR="00257512" w:rsidRPr="00282E36" w:rsidSect="00BA16CA">
      <w:pgSz w:w="11906" w:h="16838"/>
      <w:pgMar w:top="1134" w:right="707" w:bottom="899" w:left="16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2281F"/>
    <w:multiLevelType w:val="hybridMultilevel"/>
    <w:tmpl w:val="96AA6932"/>
    <w:lvl w:ilvl="0" w:tplc="3AC4FC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FA6BC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D704D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92A69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3C272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A9C4B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E6C37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C904D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5E611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13890FDE"/>
    <w:multiLevelType w:val="multilevel"/>
    <w:tmpl w:val="C430DB2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-720"/>
        </w:tabs>
        <w:ind w:left="-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-1080"/>
        </w:tabs>
        <w:ind w:left="-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-1800"/>
        </w:tabs>
        <w:ind w:left="-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-2160"/>
        </w:tabs>
        <w:ind w:left="-21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2520"/>
        </w:tabs>
        <w:ind w:left="-25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3240"/>
        </w:tabs>
        <w:ind w:left="-32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3600"/>
        </w:tabs>
        <w:ind w:left="-3600" w:hanging="2160"/>
      </w:pPr>
      <w:rPr>
        <w:rFonts w:cs="Times New Roman" w:hint="default"/>
      </w:rPr>
    </w:lvl>
  </w:abstractNum>
  <w:abstractNum w:abstractNumId="2">
    <w:nsid w:val="2BFB0523"/>
    <w:multiLevelType w:val="multilevel"/>
    <w:tmpl w:val="5B682C2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>
    <w:nsid w:val="32D42500"/>
    <w:multiLevelType w:val="hybridMultilevel"/>
    <w:tmpl w:val="5A04C0A2"/>
    <w:lvl w:ilvl="0" w:tplc="BC4AF08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AA642B44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4">
    <w:nsid w:val="33050E72"/>
    <w:multiLevelType w:val="multilevel"/>
    <w:tmpl w:val="1DA827D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/>
      </w:rPr>
    </w:lvl>
  </w:abstractNum>
  <w:abstractNum w:abstractNumId="5">
    <w:nsid w:val="39594988"/>
    <w:multiLevelType w:val="multilevel"/>
    <w:tmpl w:val="38B01FB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cs="Times New Roman" w:hint="default"/>
      </w:rPr>
    </w:lvl>
  </w:abstractNum>
  <w:abstractNum w:abstractNumId="6">
    <w:nsid w:val="3E3958D8"/>
    <w:multiLevelType w:val="multilevel"/>
    <w:tmpl w:val="5B1468C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3E452A4E"/>
    <w:multiLevelType w:val="hybridMultilevel"/>
    <w:tmpl w:val="1B0CF1A2"/>
    <w:lvl w:ilvl="0" w:tplc="225A2A68">
      <w:start w:val="3"/>
      <w:numFmt w:val="bullet"/>
      <w:lvlText w:val=""/>
      <w:lvlJc w:val="left"/>
      <w:pPr>
        <w:ind w:left="405" w:hanging="360"/>
      </w:pPr>
      <w:rPr>
        <w:rFonts w:ascii="Symbol" w:eastAsia="Times New Roman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8">
    <w:nsid w:val="4059480E"/>
    <w:multiLevelType w:val="multilevel"/>
    <w:tmpl w:val="ED961BB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45580819"/>
    <w:multiLevelType w:val="hybridMultilevel"/>
    <w:tmpl w:val="60C60DEC"/>
    <w:lvl w:ilvl="0" w:tplc="A04C2706">
      <w:start w:val="1"/>
      <w:numFmt w:val="decimal"/>
      <w:lvlText w:val="%1."/>
      <w:lvlJc w:val="left"/>
      <w:pPr>
        <w:ind w:left="1924" w:hanging="121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77F24C6"/>
    <w:multiLevelType w:val="multilevel"/>
    <w:tmpl w:val="E0CA22E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-720"/>
        </w:tabs>
        <w:ind w:left="-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-1080"/>
        </w:tabs>
        <w:ind w:left="-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-1800"/>
        </w:tabs>
        <w:ind w:left="-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-2160"/>
        </w:tabs>
        <w:ind w:left="-21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2520"/>
        </w:tabs>
        <w:ind w:left="-25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3240"/>
        </w:tabs>
        <w:ind w:left="-32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3600"/>
        </w:tabs>
        <w:ind w:left="-3600" w:hanging="2160"/>
      </w:pPr>
      <w:rPr>
        <w:rFonts w:cs="Times New Roman" w:hint="default"/>
      </w:rPr>
    </w:lvl>
  </w:abstractNum>
  <w:abstractNum w:abstractNumId="11">
    <w:nsid w:val="47F83B4D"/>
    <w:multiLevelType w:val="hybridMultilevel"/>
    <w:tmpl w:val="CE1EED3C"/>
    <w:lvl w:ilvl="0" w:tplc="7D8CF050">
      <w:start w:val="1"/>
      <w:numFmt w:val="decimal"/>
      <w:lvlText w:val="%1)"/>
      <w:lvlJc w:val="left"/>
      <w:pPr>
        <w:ind w:left="10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12">
    <w:nsid w:val="58EE6206"/>
    <w:multiLevelType w:val="multilevel"/>
    <w:tmpl w:val="5B1468C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>
    <w:nsid w:val="69DF608F"/>
    <w:multiLevelType w:val="multilevel"/>
    <w:tmpl w:val="B1267C4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3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>
    <w:nsid w:val="6A40594E"/>
    <w:multiLevelType w:val="hybridMultilevel"/>
    <w:tmpl w:val="7CCE47AC"/>
    <w:lvl w:ilvl="0" w:tplc="98F67D9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C23B8D"/>
    <w:multiLevelType w:val="hybridMultilevel"/>
    <w:tmpl w:val="B58E9028"/>
    <w:lvl w:ilvl="0" w:tplc="F92817E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6">
    <w:nsid w:val="7AE7475B"/>
    <w:multiLevelType w:val="multilevel"/>
    <w:tmpl w:val="52DE6148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7">
    <w:nsid w:val="7D126053"/>
    <w:multiLevelType w:val="hybridMultilevel"/>
    <w:tmpl w:val="A3B00878"/>
    <w:lvl w:ilvl="0" w:tplc="FFFFFFFF">
      <w:start w:val="1"/>
      <w:numFmt w:val="decimal"/>
      <w:lvlText w:val="%1)"/>
      <w:lvlJc w:val="left"/>
      <w:pPr>
        <w:tabs>
          <w:tab w:val="num" w:pos="1350"/>
        </w:tabs>
        <w:ind w:left="1350" w:hanging="810"/>
      </w:pPr>
      <w:rPr>
        <w:rFonts w:cs="Times New Roman"/>
      </w:rPr>
    </w:lvl>
    <w:lvl w:ilvl="1" w:tplc="2FDA21CA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5"/>
  </w:num>
  <w:num w:numId="2">
    <w:abstractNumId w:val="8"/>
  </w:num>
  <w:num w:numId="3">
    <w:abstractNumId w:val="5"/>
  </w:num>
  <w:num w:numId="4">
    <w:abstractNumId w:val="4"/>
  </w:num>
  <w:num w:numId="5">
    <w:abstractNumId w:val="14"/>
  </w:num>
  <w:num w:numId="6">
    <w:abstractNumId w:val="7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0"/>
  </w:num>
  <w:num w:numId="10">
    <w:abstractNumId w:val="1"/>
  </w:num>
  <w:num w:numId="11">
    <w:abstractNumId w:val="6"/>
  </w:num>
  <w:num w:numId="12">
    <w:abstractNumId w:val="12"/>
  </w:num>
  <w:num w:numId="13">
    <w:abstractNumId w:val="2"/>
  </w:num>
  <w:num w:numId="14">
    <w:abstractNumId w:val="13"/>
  </w:num>
  <w:num w:numId="15">
    <w:abstractNumId w:val="10"/>
  </w:num>
  <w:num w:numId="16">
    <w:abstractNumId w:val="16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579D"/>
    <w:rsid w:val="0002187D"/>
    <w:rsid w:val="000F6418"/>
    <w:rsid w:val="00123696"/>
    <w:rsid w:val="00144972"/>
    <w:rsid w:val="00144B4B"/>
    <w:rsid w:val="00146785"/>
    <w:rsid w:val="00147AD3"/>
    <w:rsid w:val="00171026"/>
    <w:rsid w:val="001B5E61"/>
    <w:rsid w:val="001C0ADA"/>
    <w:rsid w:val="001C5680"/>
    <w:rsid w:val="001F3451"/>
    <w:rsid w:val="00252072"/>
    <w:rsid w:val="00257512"/>
    <w:rsid w:val="002801D4"/>
    <w:rsid w:val="00282E36"/>
    <w:rsid w:val="002A4B06"/>
    <w:rsid w:val="002C0446"/>
    <w:rsid w:val="002C1F58"/>
    <w:rsid w:val="002D5CE4"/>
    <w:rsid w:val="00314E50"/>
    <w:rsid w:val="00364B2E"/>
    <w:rsid w:val="0037585B"/>
    <w:rsid w:val="003D27F2"/>
    <w:rsid w:val="00473314"/>
    <w:rsid w:val="0048415A"/>
    <w:rsid w:val="004A00DF"/>
    <w:rsid w:val="004A43F4"/>
    <w:rsid w:val="004B44C0"/>
    <w:rsid w:val="004C5733"/>
    <w:rsid w:val="004C6BEB"/>
    <w:rsid w:val="00555026"/>
    <w:rsid w:val="005653F5"/>
    <w:rsid w:val="005D26A6"/>
    <w:rsid w:val="005D31B5"/>
    <w:rsid w:val="00613A58"/>
    <w:rsid w:val="006408C7"/>
    <w:rsid w:val="00642333"/>
    <w:rsid w:val="00643647"/>
    <w:rsid w:val="0065492D"/>
    <w:rsid w:val="00660B65"/>
    <w:rsid w:val="00673D11"/>
    <w:rsid w:val="006B171A"/>
    <w:rsid w:val="006C0534"/>
    <w:rsid w:val="006C0749"/>
    <w:rsid w:val="006C343C"/>
    <w:rsid w:val="006F3F1D"/>
    <w:rsid w:val="00703AF1"/>
    <w:rsid w:val="00706412"/>
    <w:rsid w:val="007204C6"/>
    <w:rsid w:val="00726623"/>
    <w:rsid w:val="007350C2"/>
    <w:rsid w:val="007916DC"/>
    <w:rsid w:val="007D4622"/>
    <w:rsid w:val="008050FB"/>
    <w:rsid w:val="00845F6F"/>
    <w:rsid w:val="0085663C"/>
    <w:rsid w:val="00867B38"/>
    <w:rsid w:val="00886694"/>
    <w:rsid w:val="00893BD6"/>
    <w:rsid w:val="008A1C46"/>
    <w:rsid w:val="008C3BA2"/>
    <w:rsid w:val="00901D98"/>
    <w:rsid w:val="00942AE5"/>
    <w:rsid w:val="00943FB4"/>
    <w:rsid w:val="00946A40"/>
    <w:rsid w:val="0094717A"/>
    <w:rsid w:val="00966E5A"/>
    <w:rsid w:val="009F59A6"/>
    <w:rsid w:val="009F72F2"/>
    <w:rsid w:val="00A23BAD"/>
    <w:rsid w:val="00AD23F9"/>
    <w:rsid w:val="00B4260A"/>
    <w:rsid w:val="00B5579D"/>
    <w:rsid w:val="00B65FAC"/>
    <w:rsid w:val="00BA16CA"/>
    <w:rsid w:val="00C30AFA"/>
    <w:rsid w:val="00C57A03"/>
    <w:rsid w:val="00C84429"/>
    <w:rsid w:val="00C87CA3"/>
    <w:rsid w:val="00CA4352"/>
    <w:rsid w:val="00CA53DD"/>
    <w:rsid w:val="00D27D4E"/>
    <w:rsid w:val="00D72E2F"/>
    <w:rsid w:val="00D74D45"/>
    <w:rsid w:val="00D92C83"/>
    <w:rsid w:val="00DE0D40"/>
    <w:rsid w:val="00DE3664"/>
    <w:rsid w:val="00E6260C"/>
    <w:rsid w:val="00E83A33"/>
    <w:rsid w:val="00EB4D94"/>
    <w:rsid w:val="00EC2AF7"/>
    <w:rsid w:val="00EC6027"/>
    <w:rsid w:val="00F000F7"/>
    <w:rsid w:val="00F46D79"/>
    <w:rsid w:val="00F6531D"/>
    <w:rsid w:val="00F70102"/>
    <w:rsid w:val="00F82447"/>
    <w:rsid w:val="00F82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2447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85663C"/>
    <w:pPr>
      <w:keepNext/>
      <w:spacing w:after="0" w:line="240" w:lineRule="auto"/>
      <w:outlineLvl w:val="0"/>
    </w:pPr>
    <w:rPr>
      <w:rFonts w:ascii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63C"/>
    <w:rPr>
      <w:rFonts w:ascii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rsid w:val="00B557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6C0749"/>
    <w:pPr>
      <w:ind w:left="720"/>
      <w:contextualSpacing/>
    </w:pPr>
  </w:style>
  <w:style w:type="table" w:styleId="TableGrid">
    <w:name w:val="Table Grid"/>
    <w:basedOn w:val="TableNormal"/>
    <w:uiPriority w:val="99"/>
    <w:rsid w:val="00B65FA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123696"/>
    <w:pPr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ConsNormal">
    <w:name w:val="ConsNormal"/>
    <w:link w:val="ConsNormal0"/>
    <w:uiPriority w:val="99"/>
    <w:rsid w:val="003D27F2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Nonformat">
    <w:name w:val="ConsNonformat"/>
    <w:uiPriority w:val="99"/>
    <w:rsid w:val="005653F5"/>
    <w:pPr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character" w:customStyle="1" w:styleId="ConsNormal0">
    <w:name w:val="ConsNormal Знак"/>
    <w:basedOn w:val="DefaultParagraphFont"/>
    <w:link w:val="ConsNormal"/>
    <w:uiPriority w:val="99"/>
    <w:locked/>
    <w:rsid w:val="005653F5"/>
    <w:rPr>
      <w:rFonts w:ascii="Arial" w:hAnsi="Arial" w:cs="Arial"/>
      <w:sz w:val="24"/>
      <w:szCs w:val="24"/>
      <w:lang w:val="ru-RU" w:eastAsia="ru-RU" w:bidi="ar-SA"/>
    </w:rPr>
  </w:style>
  <w:style w:type="paragraph" w:styleId="BodyTextIndent">
    <w:name w:val="Body Text Indent"/>
    <w:basedOn w:val="Normal"/>
    <w:link w:val="BodyTextIndentChar"/>
    <w:uiPriority w:val="99"/>
    <w:rsid w:val="005653F5"/>
    <w:pPr>
      <w:spacing w:after="0" w:line="240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5653F5"/>
    <w:rPr>
      <w:rFonts w:ascii="Times New Roman" w:hAnsi="Times New Roman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5653F5"/>
    <w:pPr>
      <w:tabs>
        <w:tab w:val="left" w:pos="709"/>
      </w:tabs>
      <w:spacing w:after="0" w:line="240" w:lineRule="auto"/>
      <w:ind w:left="709" w:hanging="709"/>
      <w:jc w:val="both"/>
    </w:pPr>
    <w:rPr>
      <w:rFonts w:ascii="Times New Roman" w:hAnsi="Times New Roman"/>
      <w:sz w:val="24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5653F5"/>
    <w:rPr>
      <w:rFonts w:ascii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5653F5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5653F5"/>
    <w:rPr>
      <w:rFonts w:ascii="Times New Roman" w:hAnsi="Times New Roman" w:cs="Times New Roman"/>
      <w:sz w:val="20"/>
      <w:szCs w:val="20"/>
    </w:rPr>
  </w:style>
  <w:style w:type="paragraph" w:styleId="BodyText3">
    <w:name w:val="Body Text 3"/>
    <w:basedOn w:val="Normal"/>
    <w:link w:val="BodyText3Char"/>
    <w:uiPriority w:val="99"/>
    <w:rsid w:val="005653F5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5653F5"/>
    <w:rPr>
      <w:rFonts w:ascii="Times New Roman" w:hAnsi="Times New Roman" w:cs="Times New Roman"/>
      <w:sz w:val="16"/>
      <w:szCs w:val="16"/>
    </w:rPr>
  </w:style>
  <w:style w:type="paragraph" w:customStyle="1" w:styleId="Normal1">
    <w:name w:val="Normal1"/>
    <w:uiPriority w:val="99"/>
    <w:rsid w:val="0094717A"/>
    <w:pPr>
      <w:widowControl w:val="0"/>
      <w:snapToGrid w:val="0"/>
    </w:pPr>
    <w:rPr>
      <w:rFonts w:ascii="Times New Roman" w:hAnsi="Times New Roman"/>
      <w:sz w:val="16"/>
      <w:szCs w:val="20"/>
    </w:rPr>
  </w:style>
  <w:style w:type="character" w:customStyle="1" w:styleId="apple-converted-space">
    <w:name w:val="apple-converted-space"/>
    <w:basedOn w:val="DefaultParagraphFont"/>
    <w:uiPriority w:val="99"/>
    <w:rsid w:val="00845F6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74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74D45"/>
    <w:rPr>
      <w:rFonts w:ascii="Segoe UI" w:hAnsi="Segoe UI" w:cs="Segoe UI"/>
      <w:sz w:val="18"/>
      <w:szCs w:val="18"/>
    </w:rPr>
  </w:style>
  <w:style w:type="paragraph" w:customStyle="1" w:styleId="1">
    <w:name w:val="Обычный1"/>
    <w:uiPriority w:val="99"/>
    <w:rsid w:val="00171026"/>
    <w:pPr>
      <w:widowControl w:val="0"/>
      <w:snapToGrid w:val="0"/>
    </w:pPr>
    <w:rPr>
      <w:rFonts w:ascii="Times New Roman" w:hAnsi="Times New Roman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71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1</Pages>
  <Words>379</Words>
  <Characters>2166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030904</dc:creator>
  <cp:keywords/>
  <dc:description/>
  <cp:lastModifiedBy>Admin</cp:lastModifiedBy>
  <cp:revision>9</cp:revision>
  <cp:lastPrinted>2017-06-26T05:13:00Z</cp:lastPrinted>
  <dcterms:created xsi:type="dcterms:W3CDTF">2017-06-25T13:09:00Z</dcterms:created>
  <dcterms:modified xsi:type="dcterms:W3CDTF">2017-06-30T04:35:00Z</dcterms:modified>
</cp:coreProperties>
</file>